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15C" w:rsidRPr="00EA7FE2" w:rsidRDefault="00427102">
      <w:pPr>
        <w:jc w:val="left"/>
        <w:rPr>
          <w:rFonts w:ascii="ＭＳ 明朝" w:hAnsi="ＭＳ 明朝"/>
          <w:sz w:val="21"/>
          <w:szCs w:val="21"/>
        </w:rPr>
      </w:pPr>
      <w:r w:rsidRPr="00EA7FE2">
        <w:rPr>
          <w:rFonts w:ascii="ＭＳ 明朝" w:hAnsi="ＭＳ 明朝" w:hint="eastAsia"/>
          <w:sz w:val="21"/>
          <w:szCs w:val="21"/>
        </w:rPr>
        <w:t>様式</w:t>
      </w:r>
      <w:r w:rsidR="00F2657D" w:rsidRPr="00EA7FE2">
        <w:rPr>
          <w:rFonts w:ascii="ＭＳ 明朝" w:hAnsi="ＭＳ 明朝" w:hint="eastAsia"/>
          <w:sz w:val="21"/>
          <w:szCs w:val="21"/>
        </w:rPr>
        <w:t>第</w:t>
      </w:r>
      <w:r w:rsidR="00F212D0" w:rsidRPr="00EA7FE2">
        <w:rPr>
          <w:rFonts w:ascii="ＭＳ 明朝" w:hAnsi="ＭＳ 明朝" w:hint="eastAsia"/>
          <w:sz w:val="21"/>
          <w:szCs w:val="21"/>
        </w:rPr>
        <w:t>１０－２</w:t>
      </w:r>
      <w:r w:rsidR="00C0115C" w:rsidRPr="00EA7FE2">
        <w:rPr>
          <w:rFonts w:ascii="ＭＳ 明朝" w:hAnsi="ＭＳ 明朝" w:hint="eastAsia"/>
          <w:sz w:val="21"/>
          <w:szCs w:val="21"/>
        </w:rPr>
        <w:t>号</w:t>
      </w:r>
      <w:r w:rsidR="00F212D0" w:rsidRPr="00EA7FE2">
        <w:rPr>
          <w:rFonts w:ascii="ＭＳ 明朝" w:hAnsi="ＭＳ 明朝" w:hint="eastAsia"/>
          <w:sz w:val="21"/>
          <w:szCs w:val="21"/>
        </w:rPr>
        <w:t>（</w:t>
      </w:r>
      <w:r w:rsidR="00E23A8B" w:rsidRPr="00EA7FE2">
        <w:rPr>
          <w:rFonts w:ascii="ＭＳ 明朝" w:hAnsi="ＭＳ 明朝" w:hint="eastAsia"/>
          <w:sz w:val="21"/>
          <w:szCs w:val="21"/>
        </w:rPr>
        <w:t>第</w:t>
      </w:r>
      <w:r w:rsidR="006B2EB1">
        <w:rPr>
          <w:rFonts w:ascii="ＭＳ 明朝" w:hAnsi="ＭＳ 明朝" w:hint="eastAsia"/>
          <w:sz w:val="21"/>
          <w:szCs w:val="21"/>
        </w:rPr>
        <w:t>21</w:t>
      </w:r>
      <w:r w:rsidR="00E23A8B" w:rsidRPr="00EA7FE2">
        <w:rPr>
          <w:rFonts w:ascii="ＭＳ 明朝" w:hAnsi="ＭＳ 明朝" w:hint="eastAsia"/>
          <w:sz w:val="21"/>
          <w:szCs w:val="21"/>
        </w:rPr>
        <w:t>条関係</w:t>
      </w:r>
      <w:r w:rsidR="00F212D0" w:rsidRPr="00EA7FE2">
        <w:rPr>
          <w:rFonts w:ascii="ＭＳ 明朝" w:hAnsi="ＭＳ 明朝" w:hint="eastAsia"/>
          <w:sz w:val="21"/>
          <w:szCs w:val="21"/>
        </w:rPr>
        <w:t>）</w:t>
      </w:r>
    </w:p>
    <w:p w:rsidR="004841A0" w:rsidRPr="00145A0A" w:rsidRDefault="00C0115C" w:rsidP="004841A0">
      <w:pPr>
        <w:jc w:val="right"/>
        <w:rPr>
          <w:color w:val="000000"/>
          <w:sz w:val="22"/>
          <w:szCs w:val="22"/>
        </w:rPr>
      </w:pPr>
      <w:r w:rsidRPr="00EA7FE2">
        <w:rPr>
          <w:rFonts w:ascii="ＭＳ 明朝" w:hAnsi="ＭＳ 明朝" w:hint="eastAsia"/>
          <w:sz w:val="21"/>
          <w:szCs w:val="21"/>
        </w:rPr>
        <w:t xml:space="preserve">　　</w:t>
      </w:r>
      <w:r w:rsidR="004841A0" w:rsidRPr="00145A0A">
        <w:rPr>
          <w:rFonts w:hint="eastAsia"/>
          <w:color w:val="000000"/>
          <w:sz w:val="22"/>
          <w:szCs w:val="22"/>
        </w:rPr>
        <w:t>令和　　年　　月　　日</w:t>
      </w:r>
    </w:p>
    <w:p w:rsidR="004841A0" w:rsidRPr="00145A0A" w:rsidRDefault="004841A0" w:rsidP="004841A0">
      <w:pPr>
        <w:ind w:right="880"/>
        <w:rPr>
          <w:color w:val="000000"/>
          <w:sz w:val="22"/>
          <w:szCs w:val="22"/>
        </w:rPr>
      </w:pPr>
    </w:p>
    <w:p w:rsidR="004841A0" w:rsidRPr="00145A0A" w:rsidRDefault="004841A0" w:rsidP="004841A0">
      <w:pPr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:rsidR="004841A0" w:rsidRPr="00145A0A" w:rsidRDefault="004841A0" w:rsidP="004841A0">
      <w:pPr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:rsidR="004841A0" w:rsidRPr="00145A0A" w:rsidRDefault="004841A0" w:rsidP="004841A0">
      <w:pPr>
        <w:rPr>
          <w:color w:val="000000"/>
          <w:sz w:val="22"/>
          <w:szCs w:val="22"/>
        </w:rPr>
      </w:pPr>
    </w:p>
    <w:p w:rsidR="004841A0" w:rsidRPr="00145A0A" w:rsidRDefault="004841A0" w:rsidP="004841A0">
      <w:pPr>
        <w:ind w:leftChars="2571" w:left="6170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〒　　　－</w:t>
      </w:r>
    </w:p>
    <w:p w:rsidR="004841A0" w:rsidRPr="00145A0A" w:rsidRDefault="004841A0" w:rsidP="004841A0">
      <w:pPr>
        <w:ind w:leftChars="1885" w:left="4524"/>
        <w:rPr>
          <w:color w:val="000000"/>
          <w:sz w:val="22"/>
          <w:szCs w:val="22"/>
        </w:rPr>
      </w:pPr>
      <w:r w:rsidRPr="004841A0">
        <w:rPr>
          <w:rFonts w:hint="eastAsia"/>
          <w:color w:val="000000"/>
          <w:spacing w:val="220"/>
          <w:kern w:val="0"/>
          <w:sz w:val="22"/>
          <w:szCs w:val="22"/>
          <w:fitText w:val="1540" w:id="2003055872"/>
        </w:rPr>
        <w:t>所在</w:t>
      </w:r>
      <w:r w:rsidRPr="004841A0">
        <w:rPr>
          <w:rFonts w:hint="eastAsia"/>
          <w:color w:val="000000"/>
          <w:kern w:val="0"/>
          <w:sz w:val="22"/>
          <w:szCs w:val="22"/>
          <w:fitText w:val="1540" w:id="2003055872"/>
        </w:rPr>
        <w:t>地</w:t>
      </w:r>
      <w:r w:rsidRPr="00145A0A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:rsidR="004841A0" w:rsidRPr="00145A0A" w:rsidRDefault="004841A0" w:rsidP="004841A0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名　　　　　称　</w:t>
      </w:r>
    </w:p>
    <w:p w:rsidR="004841A0" w:rsidRPr="00145A0A" w:rsidRDefault="004841A0" w:rsidP="004841A0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代　表　者　名　　　　　　　　　　　　　　実印</w:t>
      </w:r>
    </w:p>
    <w:p w:rsidR="004841A0" w:rsidRPr="00145A0A" w:rsidRDefault="004841A0" w:rsidP="004841A0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電　話　番　号　</w:t>
      </w:r>
    </w:p>
    <w:p w:rsidR="00C0115C" w:rsidRDefault="00C0115C" w:rsidP="004841A0">
      <w:pPr>
        <w:ind w:right="840"/>
        <w:rPr>
          <w:rFonts w:ascii="ＭＳ 明朝" w:hAnsi="ＭＳ 明朝"/>
          <w:kern w:val="0"/>
          <w:sz w:val="21"/>
          <w:szCs w:val="21"/>
        </w:rPr>
      </w:pPr>
    </w:p>
    <w:p w:rsidR="00D04CE9" w:rsidRPr="00EA7FE2" w:rsidRDefault="00D04CE9" w:rsidP="004841A0">
      <w:pPr>
        <w:ind w:right="840"/>
        <w:rPr>
          <w:rFonts w:ascii="ＭＳ 明朝" w:hAnsi="ＭＳ 明朝"/>
          <w:kern w:val="0"/>
          <w:sz w:val="21"/>
          <w:szCs w:val="21"/>
        </w:rPr>
      </w:pPr>
    </w:p>
    <w:p w:rsidR="002017C4" w:rsidRPr="002017C4" w:rsidRDefault="00303D1F" w:rsidP="008D23A3">
      <w:pPr>
        <w:ind w:firstLineChars="50" w:firstLine="12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令和５</w:t>
      </w:r>
      <w:r w:rsidR="00C0115C" w:rsidRPr="002017C4">
        <w:rPr>
          <w:rFonts w:ascii="ＭＳ ゴシック" w:eastAsia="ＭＳ ゴシック" w:hAnsi="ＭＳ ゴシック" w:hint="eastAsia"/>
          <w:b/>
          <w:szCs w:val="21"/>
        </w:rPr>
        <w:t>年度</w:t>
      </w:r>
      <w:r w:rsidR="002017C4" w:rsidRPr="002017C4">
        <w:rPr>
          <w:rFonts w:ascii="ＭＳ ゴシック" w:eastAsia="ＭＳ ゴシック" w:hAnsi="ＭＳ ゴシック" w:hint="eastAsia"/>
          <w:b/>
          <w:szCs w:val="21"/>
        </w:rPr>
        <w:t>製品開発着手支援助成事業</w:t>
      </w:r>
      <w:r w:rsidR="000A74AE" w:rsidRPr="002017C4">
        <w:rPr>
          <w:rFonts w:ascii="ＭＳ ゴシック" w:eastAsia="ＭＳ ゴシック" w:hAnsi="ＭＳ ゴシック" w:hint="eastAsia"/>
          <w:b/>
          <w:szCs w:val="21"/>
        </w:rPr>
        <w:t>の成果を活用して実施する事業に使用するための</w:t>
      </w:r>
    </w:p>
    <w:p w:rsidR="00C0115C" w:rsidRPr="002017C4" w:rsidRDefault="000A74AE" w:rsidP="008D23A3">
      <w:pPr>
        <w:ind w:firstLineChars="50" w:firstLine="120"/>
        <w:jc w:val="left"/>
        <w:rPr>
          <w:rFonts w:ascii="ＭＳ ゴシック" w:eastAsia="ＭＳ ゴシック" w:hAnsi="ＭＳ ゴシック"/>
          <w:b/>
          <w:szCs w:val="21"/>
        </w:rPr>
      </w:pPr>
      <w:r w:rsidRPr="002017C4">
        <w:rPr>
          <w:rFonts w:ascii="ＭＳ ゴシック" w:eastAsia="ＭＳ ゴシック" w:hAnsi="ＭＳ ゴシック" w:hint="eastAsia"/>
          <w:b/>
          <w:szCs w:val="21"/>
        </w:rPr>
        <w:t>取得財産の処分申請</w:t>
      </w:r>
    </w:p>
    <w:p w:rsidR="00F2434A" w:rsidRDefault="00F2434A">
      <w:pPr>
        <w:spacing w:line="240" w:lineRule="exact"/>
        <w:rPr>
          <w:rFonts w:ascii="ＭＳ 明朝" w:hAnsi="ＭＳ 明朝"/>
          <w:sz w:val="21"/>
          <w:szCs w:val="21"/>
        </w:rPr>
      </w:pPr>
    </w:p>
    <w:p w:rsidR="00D04CE9" w:rsidRPr="00EA7FE2" w:rsidRDefault="00D04CE9">
      <w:pPr>
        <w:spacing w:line="240" w:lineRule="exact"/>
        <w:rPr>
          <w:rFonts w:ascii="ＭＳ 明朝" w:hAnsi="ＭＳ 明朝"/>
          <w:sz w:val="21"/>
          <w:szCs w:val="21"/>
        </w:rPr>
      </w:pPr>
    </w:p>
    <w:p w:rsidR="00A91461" w:rsidRPr="00EA7FE2" w:rsidRDefault="00983BAB" w:rsidP="005D540A">
      <w:pPr>
        <w:spacing w:line="320" w:lineRule="exact"/>
        <w:ind w:firstLineChars="100" w:firstLine="220"/>
        <w:rPr>
          <w:rFonts w:ascii="ＭＳ 明朝" w:hAnsi="ＭＳ 明朝"/>
          <w:sz w:val="21"/>
          <w:szCs w:val="21"/>
        </w:rPr>
      </w:pPr>
      <w:r w:rsidRPr="00D3532D">
        <w:rPr>
          <w:rFonts w:ascii="ＭＳ 明朝" w:hAnsi="ＭＳ 明朝" w:hint="eastAsia"/>
          <w:color w:val="000000"/>
          <w:kern w:val="0"/>
          <w:sz w:val="22"/>
          <w:szCs w:val="22"/>
        </w:rPr>
        <w:t>令和６年３月１日付５東中企助第2867号</w:t>
      </w:r>
      <w:r w:rsidR="005D540A" w:rsidRPr="005D540A">
        <w:rPr>
          <w:rFonts w:ascii="ＭＳ 明朝" w:hAnsi="ＭＳ 明朝" w:hint="eastAsia"/>
          <w:sz w:val="21"/>
          <w:szCs w:val="21"/>
        </w:rPr>
        <w:t>をもって</w:t>
      </w:r>
      <w:r w:rsidR="00C0115C" w:rsidRPr="00EA7FE2">
        <w:rPr>
          <w:rFonts w:ascii="ＭＳ 明朝" w:hAnsi="ＭＳ 明朝" w:hint="eastAsia"/>
          <w:sz w:val="21"/>
          <w:szCs w:val="21"/>
        </w:rPr>
        <w:t>交付決定の通知があった</w:t>
      </w:r>
      <w:r w:rsidR="00B424B0" w:rsidRPr="00EA7FE2">
        <w:rPr>
          <w:rFonts w:ascii="ＭＳ 明朝" w:hAnsi="ＭＳ 明朝" w:hint="eastAsia"/>
          <w:sz w:val="21"/>
          <w:szCs w:val="21"/>
        </w:rPr>
        <w:t>助成</w:t>
      </w:r>
      <w:r w:rsidR="00C0115C" w:rsidRPr="00EA7FE2">
        <w:rPr>
          <w:rFonts w:ascii="ＭＳ 明朝" w:hAnsi="ＭＳ 明朝" w:hint="eastAsia"/>
          <w:sz w:val="21"/>
          <w:szCs w:val="21"/>
        </w:rPr>
        <w:t>事業に</w:t>
      </w:r>
      <w:r w:rsidR="00792B9E" w:rsidRPr="00EA7FE2">
        <w:rPr>
          <w:rFonts w:ascii="ＭＳ 明朝" w:hAnsi="ＭＳ 明朝" w:hint="eastAsia"/>
          <w:sz w:val="21"/>
          <w:szCs w:val="21"/>
        </w:rPr>
        <w:t>よ</w:t>
      </w:r>
      <w:r w:rsidR="00C0115C" w:rsidRPr="00EA7FE2">
        <w:rPr>
          <w:rFonts w:ascii="ＭＳ 明朝" w:hAnsi="ＭＳ 明朝" w:hint="eastAsia"/>
          <w:sz w:val="21"/>
          <w:szCs w:val="21"/>
        </w:rPr>
        <w:t>り取得した財産を処分したいので、</w:t>
      </w:r>
      <w:r w:rsidR="00A91461" w:rsidRPr="00EA7FE2">
        <w:rPr>
          <w:rFonts w:ascii="ＭＳ 明朝" w:hAnsi="ＭＳ 明朝" w:hint="eastAsia"/>
          <w:sz w:val="21"/>
          <w:szCs w:val="21"/>
        </w:rPr>
        <w:t>下記のとおり</w:t>
      </w:r>
      <w:r w:rsidR="00C0115C" w:rsidRPr="00EA7FE2">
        <w:rPr>
          <w:rFonts w:ascii="ＭＳ 明朝" w:hAnsi="ＭＳ 明朝" w:hint="eastAsia"/>
          <w:sz w:val="21"/>
          <w:szCs w:val="21"/>
        </w:rPr>
        <w:t>申請します。</w:t>
      </w:r>
    </w:p>
    <w:p w:rsidR="00C0115C" w:rsidRPr="00EA7FE2" w:rsidRDefault="000F41E2" w:rsidP="00BB64AD">
      <w:pPr>
        <w:spacing w:line="320" w:lineRule="exact"/>
        <w:ind w:firstLineChars="100" w:firstLine="21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当該申請</w:t>
      </w:r>
      <w:r w:rsidR="00F212D0" w:rsidRPr="00EA7FE2">
        <w:rPr>
          <w:rFonts w:ascii="ＭＳ 明朝" w:hAnsi="ＭＳ 明朝" w:hint="eastAsia"/>
          <w:sz w:val="21"/>
          <w:szCs w:val="21"/>
        </w:rPr>
        <w:t>財産については</w:t>
      </w:r>
      <w:r w:rsidR="00A91461" w:rsidRPr="00EA7FE2">
        <w:rPr>
          <w:rFonts w:ascii="ＭＳ 明朝" w:hAnsi="ＭＳ 明朝" w:hint="eastAsia"/>
          <w:sz w:val="21"/>
          <w:szCs w:val="21"/>
        </w:rPr>
        <w:t>、当該助成事業の成果を活用して実施する事</w:t>
      </w:r>
      <w:bookmarkStart w:id="0" w:name="_GoBack"/>
      <w:bookmarkEnd w:id="0"/>
      <w:r w:rsidR="00A91461" w:rsidRPr="00EA7FE2">
        <w:rPr>
          <w:rFonts w:ascii="ＭＳ 明朝" w:hAnsi="ＭＳ 明朝" w:hint="eastAsia"/>
          <w:sz w:val="21"/>
          <w:szCs w:val="21"/>
        </w:rPr>
        <w:t>業にのみ転用すること、中小企業技術活性化助成事業助成金交付要綱第</w:t>
      </w:r>
      <w:r w:rsidR="004841A0">
        <w:rPr>
          <w:rFonts w:ascii="ＭＳ 明朝" w:hAnsi="ＭＳ 明朝" w:hint="eastAsia"/>
          <w:sz w:val="21"/>
          <w:szCs w:val="21"/>
        </w:rPr>
        <w:t>２１</w:t>
      </w:r>
      <w:r w:rsidR="00A91461" w:rsidRPr="00EA7FE2">
        <w:rPr>
          <w:rFonts w:ascii="ＭＳ 明朝" w:hAnsi="ＭＳ 明朝" w:hint="eastAsia"/>
          <w:sz w:val="21"/>
          <w:szCs w:val="21"/>
        </w:rPr>
        <w:t>条第３項に定める期間中に再度処分する場合には再申請を行う</w:t>
      </w:r>
      <w:r w:rsidR="000A74AE" w:rsidRPr="00EA7FE2">
        <w:rPr>
          <w:rFonts w:ascii="ＭＳ 明朝" w:hAnsi="ＭＳ 明朝" w:hint="eastAsia"/>
          <w:sz w:val="21"/>
          <w:szCs w:val="21"/>
        </w:rPr>
        <w:t>ことを誓約いたします。</w:t>
      </w:r>
    </w:p>
    <w:p w:rsidR="000A74AE" w:rsidRPr="00EA7FE2" w:rsidRDefault="000A74AE">
      <w:pPr>
        <w:spacing w:line="320" w:lineRule="exact"/>
        <w:rPr>
          <w:rFonts w:ascii="ＭＳ 明朝" w:hAnsi="ＭＳ 明朝"/>
          <w:sz w:val="21"/>
          <w:szCs w:val="21"/>
        </w:rPr>
      </w:pPr>
      <w:r w:rsidRPr="00EA7FE2">
        <w:rPr>
          <w:rFonts w:ascii="ＭＳ 明朝" w:hAnsi="ＭＳ 明朝" w:hint="eastAsia"/>
          <w:sz w:val="21"/>
          <w:szCs w:val="21"/>
        </w:rPr>
        <w:t xml:space="preserve">　なお、これに違反しもしくは相違のあった場合には、当該申請に係る承認の無効、</w:t>
      </w:r>
      <w:r w:rsidR="00FC1C01" w:rsidRPr="00EA7FE2">
        <w:rPr>
          <w:rFonts w:ascii="ＭＳ 明朝" w:hAnsi="ＭＳ 明朝" w:hint="eastAsia"/>
          <w:sz w:val="21"/>
          <w:szCs w:val="21"/>
        </w:rPr>
        <w:t>助成</w:t>
      </w:r>
      <w:r w:rsidRPr="00EA7FE2">
        <w:rPr>
          <w:rFonts w:ascii="ＭＳ 明朝" w:hAnsi="ＭＳ 明朝" w:hint="eastAsia"/>
          <w:sz w:val="21"/>
          <w:szCs w:val="21"/>
        </w:rPr>
        <w:t>金の返納</w:t>
      </w:r>
      <w:r w:rsidR="00FC1C01" w:rsidRPr="00EA7FE2">
        <w:rPr>
          <w:rFonts w:ascii="ＭＳ 明朝" w:hAnsi="ＭＳ 明朝" w:hint="eastAsia"/>
          <w:sz w:val="21"/>
          <w:szCs w:val="21"/>
        </w:rPr>
        <w:t>等</w:t>
      </w:r>
      <w:r w:rsidRPr="00EA7FE2">
        <w:rPr>
          <w:rFonts w:ascii="ＭＳ 明朝" w:hAnsi="ＭＳ 明朝" w:hint="eastAsia"/>
          <w:sz w:val="21"/>
          <w:szCs w:val="21"/>
        </w:rPr>
        <w:t>の処置をとられても、一切の意義の申し立てをいたしません。</w:t>
      </w:r>
    </w:p>
    <w:p w:rsidR="00C0115C" w:rsidRPr="00EA7FE2" w:rsidRDefault="00C0115C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Default="00C0115C" w:rsidP="00D04CE9">
      <w:pPr>
        <w:spacing w:line="320" w:lineRule="exact"/>
        <w:jc w:val="center"/>
        <w:rPr>
          <w:rFonts w:ascii="ＭＳ 明朝" w:hAnsi="ＭＳ 明朝"/>
          <w:sz w:val="21"/>
          <w:szCs w:val="21"/>
        </w:rPr>
      </w:pPr>
      <w:r w:rsidRPr="00EA7FE2">
        <w:rPr>
          <w:rFonts w:ascii="ＭＳ 明朝" w:hAnsi="ＭＳ 明朝" w:hint="eastAsia"/>
          <w:sz w:val="21"/>
          <w:szCs w:val="21"/>
        </w:rPr>
        <w:t>記</w:t>
      </w:r>
    </w:p>
    <w:p w:rsidR="00D04CE9" w:rsidRPr="00D04CE9" w:rsidRDefault="00D04CE9" w:rsidP="00D04CE9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EA7FE2" w:rsidRDefault="002017C4">
      <w:pPr>
        <w:spacing w:line="32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１</w:t>
      </w:r>
      <w:r w:rsidR="00F212D0" w:rsidRPr="00EA7FE2">
        <w:rPr>
          <w:rFonts w:ascii="ＭＳ 明朝" w:hAnsi="ＭＳ 明朝" w:hint="eastAsia"/>
          <w:sz w:val="21"/>
          <w:szCs w:val="21"/>
        </w:rPr>
        <w:t xml:space="preserve">　</w:t>
      </w:r>
      <w:r w:rsidR="00753696" w:rsidRPr="00EA7FE2">
        <w:rPr>
          <w:rFonts w:ascii="ＭＳ 明朝" w:hAnsi="ＭＳ 明朝" w:hint="eastAsia"/>
          <w:kern w:val="0"/>
          <w:sz w:val="21"/>
          <w:szCs w:val="21"/>
        </w:rPr>
        <w:t>申請</w:t>
      </w:r>
      <w:r w:rsidR="00C0115C" w:rsidRPr="00EA7FE2">
        <w:rPr>
          <w:rFonts w:ascii="ＭＳ 明朝" w:hAnsi="ＭＳ 明朝" w:hint="eastAsia"/>
          <w:kern w:val="0"/>
          <w:sz w:val="21"/>
          <w:szCs w:val="21"/>
        </w:rPr>
        <w:t>テーマ</w:t>
      </w:r>
      <w:r w:rsidR="0087066D" w:rsidRPr="00EA7FE2">
        <w:rPr>
          <w:rFonts w:ascii="ＭＳ 明朝" w:hAnsi="ＭＳ 明朝" w:hint="eastAsia"/>
          <w:sz w:val="21"/>
          <w:szCs w:val="21"/>
        </w:rPr>
        <w:t xml:space="preserve">　</w:t>
      </w:r>
      <w:r w:rsidR="0030493D" w:rsidRPr="00EA7FE2">
        <w:rPr>
          <w:rFonts w:ascii="ＭＳ 明朝" w:hAnsi="ＭＳ 明朝" w:hint="eastAsia"/>
          <w:sz w:val="21"/>
          <w:szCs w:val="21"/>
        </w:rPr>
        <w:t xml:space="preserve">　　</w:t>
      </w:r>
      <w:r w:rsidR="004841A0">
        <w:rPr>
          <w:rFonts w:ascii="ＭＳ 明朝" w:hAnsi="ＭＳ 明朝" w:hint="eastAsia"/>
          <w:sz w:val="21"/>
          <w:szCs w:val="21"/>
        </w:rPr>
        <w:t xml:space="preserve">　</w:t>
      </w:r>
      <w:r w:rsidR="004841A0" w:rsidRPr="00145A0A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:rsidR="00C0115C" w:rsidRPr="002017C4" w:rsidRDefault="00C0115C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EA7FE2" w:rsidRDefault="002017C4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２</w:t>
      </w:r>
      <w:r w:rsidR="00F2434A" w:rsidRPr="00EA7FE2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C0115C" w:rsidRPr="00EA7FE2">
        <w:rPr>
          <w:rFonts w:ascii="ＭＳ 明朝" w:hAnsi="ＭＳ 明朝" w:hint="eastAsia"/>
          <w:kern w:val="0"/>
          <w:sz w:val="21"/>
          <w:szCs w:val="21"/>
        </w:rPr>
        <w:t>所得財産の品目</w:t>
      </w:r>
      <w:r>
        <w:rPr>
          <w:rFonts w:ascii="ＭＳ 明朝" w:hAnsi="ＭＳ 明朝" w:hint="eastAsia"/>
          <w:kern w:val="0"/>
          <w:sz w:val="21"/>
          <w:szCs w:val="21"/>
        </w:rPr>
        <w:t>及び取得年月</w:t>
      </w:r>
    </w:p>
    <w:p w:rsidR="00C0115C" w:rsidRPr="002017C4" w:rsidRDefault="004560E1" w:rsidP="004560E1">
      <w:pPr>
        <w:spacing w:line="320" w:lineRule="exact"/>
        <w:ind w:firstLineChars="3200" w:firstLine="6720"/>
        <w:jc w:val="left"/>
        <w:outlineLvl w:val="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（</w:t>
      </w:r>
      <w:r w:rsidR="002017C4" w:rsidRPr="00EA7FE2">
        <w:rPr>
          <w:rFonts w:ascii="ＭＳ 明朝" w:hAnsi="ＭＳ 明朝" w:hint="eastAsia"/>
          <w:kern w:val="0"/>
          <w:sz w:val="21"/>
          <w:szCs w:val="21"/>
        </w:rPr>
        <w:t>単位：円</w:t>
      </w:r>
      <w:r>
        <w:rPr>
          <w:rFonts w:ascii="ＭＳ 明朝" w:hAnsi="ＭＳ 明朝" w:hint="eastAsia"/>
          <w:kern w:val="0"/>
          <w:sz w:val="21"/>
          <w:szCs w:val="21"/>
        </w:rPr>
        <w:t>）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0"/>
        <w:gridCol w:w="1740"/>
        <w:gridCol w:w="1740"/>
        <w:gridCol w:w="1740"/>
        <w:gridCol w:w="1740"/>
      </w:tblGrid>
      <w:tr w:rsidR="00C0115C" w:rsidRPr="00EA7FE2">
        <w:tc>
          <w:tcPr>
            <w:tcW w:w="2400" w:type="dxa"/>
            <w:vAlign w:val="center"/>
          </w:tcPr>
          <w:p w:rsidR="00C0115C" w:rsidRPr="00EA7FE2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A7FE2">
              <w:rPr>
                <w:rFonts w:ascii="ＭＳ 明朝" w:hAnsi="ＭＳ 明朝" w:hint="eastAsia"/>
                <w:sz w:val="21"/>
                <w:szCs w:val="21"/>
              </w:rPr>
              <w:t>取得財産の品目</w:t>
            </w:r>
          </w:p>
        </w:tc>
        <w:tc>
          <w:tcPr>
            <w:tcW w:w="1740" w:type="dxa"/>
            <w:vAlign w:val="center"/>
          </w:tcPr>
          <w:p w:rsidR="00C0115C" w:rsidRPr="00EA7FE2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A7FE2">
              <w:rPr>
                <w:rFonts w:ascii="ＭＳ 明朝" w:hAnsi="ＭＳ 明朝" w:hint="eastAsia"/>
                <w:sz w:val="21"/>
                <w:szCs w:val="21"/>
              </w:rPr>
              <w:t>取得年月日</w:t>
            </w:r>
          </w:p>
        </w:tc>
        <w:tc>
          <w:tcPr>
            <w:tcW w:w="1740" w:type="dxa"/>
            <w:vAlign w:val="center"/>
          </w:tcPr>
          <w:p w:rsidR="00C0115C" w:rsidRPr="00EA7FE2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A7FE2">
              <w:rPr>
                <w:rFonts w:ascii="ＭＳ 明朝" w:hAnsi="ＭＳ 明朝" w:hint="eastAsia"/>
                <w:sz w:val="21"/>
                <w:szCs w:val="21"/>
              </w:rPr>
              <w:t>取得価格</w:t>
            </w:r>
          </w:p>
        </w:tc>
        <w:tc>
          <w:tcPr>
            <w:tcW w:w="1740" w:type="dxa"/>
            <w:vAlign w:val="center"/>
          </w:tcPr>
          <w:p w:rsidR="00C0115C" w:rsidRPr="00EA7FE2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A7FE2">
              <w:rPr>
                <w:rFonts w:ascii="ＭＳ 明朝" w:hAnsi="ＭＳ 明朝" w:hint="eastAsia"/>
                <w:sz w:val="21"/>
                <w:szCs w:val="21"/>
              </w:rPr>
              <w:t>時　　価</w:t>
            </w:r>
          </w:p>
        </w:tc>
        <w:tc>
          <w:tcPr>
            <w:tcW w:w="1740" w:type="dxa"/>
            <w:vAlign w:val="center"/>
          </w:tcPr>
          <w:p w:rsidR="00C0115C" w:rsidRPr="00EA7FE2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A7FE2">
              <w:rPr>
                <w:rFonts w:ascii="ＭＳ 明朝" w:hAnsi="ＭＳ 明朝" w:hint="eastAsia"/>
                <w:sz w:val="21"/>
                <w:szCs w:val="21"/>
              </w:rPr>
              <w:t>備　　考</w:t>
            </w:r>
          </w:p>
        </w:tc>
      </w:tr>
      <w:tr w:rsidR="00C0115C" w:rsidRPr="00EA7FE2">
        <w:trPr>
          <w:trHeight w:val="567"/>
        </w:trPr>
        <w:tc>
          <w:tcPr>
            <w:tcW w:w="2400" w:type="dxa"/>
            <w:vAlign w:val="center"/>
          </w:tcPr>
          <w:p w:rsidR="00C0115C" w:rsidRPr="00EA7FE2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EA7FE2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EA7FE2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EA7FE2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EA7FE2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EA7FE2">
        <w:trPr>
          <w:trHeight w:val="567"/>
        </w:trPr>
        <w:tc>
          <w:tcPr>
            <w:tcW w:w="2400" w:type="dxa"/>
            <w:tcBorders>
              <w:bottom w:val="double" w:sz="4" w:space="0" w:color="auto"/>
            </w:tcBorders>
            <w:vAlign w:val="center"/>
          </w:tcPr>
          <w:p w:rsidR="00C0115C" w:rsidRPr="00EA7FE2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EA7FE2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EA7FE2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EA7FE2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EA7FE2" w:rsidRDefault="00C0115C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017C4" w:rsidRPr="00EA7FE2">
        <w:tc>
          <w:tcPr>
            <w:tcW w:w="2400" w:type="dxa"/>
            <w:tcBorders>
              <w:top w:val="double" w:sz="4" w:space="0" w:color="auto"/>
            </w:tcBorders>
            <w:vAlign w:val="center"/>
          </w:tcPr>
          <w:p w:rsidR="002017C4" w:rsidRPr="00EA7FE2" w:rsidRDefault="002017C4" w:rsidP="002017C4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A7FE2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2017C4" w:rsidRPr="00EA7FE2" w:rsidRDefault="002017C4" w:rsidP="002017C4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2017C4" w:rsidRPr="00EA7FE2" w:rsidRDefault="002017C4" w:rsidP="002017C4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  <w:r w:rsidRPr="00EA7FE2">
              <w:rPr>
                <w:rFonts w:ascii="ＭＳ 明朝" w:hAnsi="ＭＳ 明朝" w:hint="eastAsia"/>
                <w:sz w:val="21"/>
                <w:szCs w:val="21"/>
              </w:rPr>
              <w:t xml:space="preserve">　　　　　　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2017C4" w:rsidRPr="00EA7FE2" w:rsidRDefault="002017C4" w:rsidP="002017C4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  <w:r w:rsidRPr="00EA7FE2">
              <w:rPr>
                <w:rFonts w:ascii="ＭＳ 明朝" w:hAnsi="ＭＳ 明朝" w:hint="eastAsia"/>
                <w:sz w:val="21"/>
                <w:szCs w:val="21"/>
              </w:rPr>
              <w:t xml:space="preserve">　　　　　　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2017C4" w:rsidRPr="00EA7FE2" w:rsidRDefault="002017C4" w:rsidP="002017C4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2017C4" w:rsidRPr="00EA7FE2" w:rsidRDefault="002017C4" w:rsidP="002017C4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C0115C" w:rsidRPr="00EA7FE2" w:rsidRDefault="00C0115C" w:rsidP="00F2434A">
      <w:pPr>
        <w:spacing w:line="320" w:lineRule="exact"/>
        <w:rPr>
          <w:rFonts w:ascii="ＭＳ 明朝" w:hAnsi="ＭＳ 明朝"/>
          <w:kern w:val="0"/>
          <w:sz w:val="21"/>
          <w:szCs w:val="21"/>
          <w:u w:val="dotted"/>
        </w:rPr>
      </w:pPr>
    </w:p>
    <w:p w:rsidR="00C0115C" w:rsidRPr="00EA7FE2" w:rsidRDefault="002017C4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３</w:t>
      </w:r>
      <w:r w:rsidR="00F2434A" w:rsidRPr="00EA7FE2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331CE7" w:rsidRPr="00EA7FE2">
        <w:rPr>
          <w:rFonts w:ascii="ＭＳ 明朝" w:hAnsi="ＭＳ 明朝" w:hint="eastAsia"/>
          <w:kern w:val="0"/>
          <w:sz w:val="21"/>
          <w:szCs w:val="21"/>
        </w:rPr>
        <w:t>処分方法</w:t>
      </w:r>
    </w:p>
    <w:p w:rsidR="00C0115C" w:rsidRPr="00EA7FE2" w:rsidRDefault="000A74AE" w:rsidP="00F2434A">
      <w:pPr>
        <w:spacing w:line="320" w:lineRule="exact"/>
        <w:ind w:firstLineChars="200" w:firstLine="420"/>
        <w:rPr>
          <w:rFonts w:ascii="ＭＳ 明朝" w:hAnsi="ＭＳ 明朝"/>
          <w:kern w:val="0"/>
          <w:sz w:val="21"/>
          <w:szCs w:val="21"/>
        </w:rPr>
      </w:pPr>
      <w:r w:rsidRPr="00EA7FE2">
        <w:rPr>
          <w:rFonts w:ascii="ＭＳ 明朝" w:hAnsi="ＭＳ 明朝" w:hint="eastAsia"/>
          <w:kern w:val="0"/>
          <w:sz w:val="21"/>
          <w:szCs w:val="21"/>
        </w:rPr>
        <w:t>転用</w:t>
      </w:r>
      <w:r w:rsidR="00F2434A" w:rsidRPr="00EA7FE2">
        <w:rPr>
          <w:rFonts w:ascii="ＭＳ 明朝" w:hAnsi="ＭＳ 明朝" w:hint="eastAsia"/>
          <w:kern w:val="0"/>
          <w:sz w:val="21"/>
          <w:szCs w:val="21"/>
        </w:rPr>
        <w:t>（成果活用型転用）</w:t>
      </w:r>
    </w:p>
    <w:p w:rsidR="007F6455" w:rsidRDefault="007F6455" w:rsidP="00F2434A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7F6455" w:rsidRDefault="00D04CE9" w:rsidP="004841A0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４</w:t>
      </w:r>
      <w:r w:rsidR="00F2434A" w:rsidRPr="00EA7FE2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C0115C" w:rsidRPr="00EA7FE2">
        <w:rPr>
          <w:rFonts w:ascii="ＭＳ 明朝" w:hAnsi="ＭＳ 明朝" w:hint="eastAsia"/>
          <w:kern w:val="0"/>
          <w:sz w:val="21"/>
          <w:szCs w:val="21"/>
        </w:rPr>
        <w:t>処分</w:t>
      </w:r>
      <w:r w:rsidR="000A74AE" w:rsidRPr="00EA7FE2">
        <w:rPr>
          <w:rFonts w:ascii="ＭＳ 明朝" w:hAnsi="ＭＳ 明朝" w:hint="eastAsia"/>
          <w:kern w:val="0"/>
          <w:sz w:val="21"/>
          <w:szCs w:val="21"/>
        </w:rPr>
        <w:t>理由</w:t>
      </w:r>
    </w:p>
    <w:p w:rsidR="00D04CE9" w:rsidRDefault="00D04CE9" w:rsidP="004841A0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B842B7" w:rsidRPr="00C137BF" w:rsidRDefault="00C137BF" w:rsidP="004841A0">
      <w:pPr>
        <w:spacing w:line="320" w:lineRule="exact"/>
        <w:rPr>
          <w:rFonts w:ascii="ＭＳ 明朝" w:hAnsi="ＭＳ 明朝"/>
          <w:color w:val="FF0000"/>
          <w:kern w:val="0"/>
          <w:sz w:val="21"/>
          <w:szCs w:val="21"/>
        </w:rPr>
      </w:pPr>
      <w:r w:rsidRPr="00C137BF">
        <w:rPr>
          <w:rFonts w:ascii="ＭＳ 明朝" w:hAnsi="ＭＳ 明朝" w:hint="eastAsia"/>
          <w:color w:val="FF0000"/>
          <w:kern w:val="0"/>
          <w:sz w:val="21"/>
          <w:szCs w:val="21"/>
        </w:rPr>
        <w:t>※　電子申請の場合は押印不要</w:t>
      </w:r>
    </w:p>
    <w:sectPr w:rsidR="00B842B7" w:rsidRPr="00C137BF" w:rsidSect="00F212D0">
      <w:pgSz w:w="11906" w:h="16838" w:code="9"/>
      <w:pgMar w:top="1134" w:right="1134" w:bottom="1134" w:left="1134" w:header="454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854" w:rsidRDefault="00880854">
      <w:r>
        <w:separator/>
      </w:r>
    </w:p>
  </w:endnote>
  <w:endnote w:type="continuationSeparator" w:id="0">
    <w:p w:rsidR="00880854" w:rsidRDefault="00880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854" w:rsidRDefault="00880854">
      <w:r>
        <w:separator/>
      </w:r>
    </w:p>
  </w:footnote>
  <w:footnote w:type="continuationSeparator" w:id="0">
    <w:p w:rsidR="00880854" w:rsidRDefault="00880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672A"/>
    <w:multiLevelType w:val="singleLevel"/>
    <w:tmpl w:val="E730D566"/>
    <w:lvl w:ilvl="0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abstractNum w:abstractNumId="1" w15:restartNumberingAfterBreak="0">
    <w:nsid w:val="10FF3823"/>
    <w:multiLevelType w:val="singleLevel"/>
    <w:tmpl w:val="94A61AA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66D"/>
    <w:rsid w:val="0001748A"/>
    <w:rsid w:val="0002269D"/>
    <w:rsid w:val="000409CA"/>
    <w:rsid w:val="000541E8"/>
    <w:rsid w:val="00056799"/>
    <w:rsid w:val="00080318"/>
    <w:rsid w:val="00085E58"/>
    <w:rsid w:val="000A00E7"/>
    <w:rsid w:val="000A74AE"/>
    <w:rsid w:val="000C3D94"/>
    <w:rsid w:val="000F41E2"/>
    <w:rsid w:val="0013180C"/>
    <w:rsid w:val="001624BD"/>
    <w:rsid w:val="00177ED9"/>
    <w:rsid w:val="00185C82"/>
    <w:rsid w:val="0019663A"/>
    <w:rsid w:val="002017C4"/>
    <w:rsid w:val="00214FB6"/>
    <w:rsid w:val="00220FFA"/>
    <w:rsid w:val="002250B2"/>
    <w:rsid w:val="002A7F32"/>
    <w:rsid w:val="002B31B4"/>
    <w:rsid w:val="002C4C22"/>
    <w:rsid w:val="00303D1F"/>
    <w:rsid w:val="0030493D"/>
    <w:rsid w:val="00331CE7"/>
    <w:rsid w:val="003C2012"/>
    <w:rsid w:val="003F1144"/>
    <w:rsid w:val="003F74AD"/>
    <w:rsid w:val="004253A4"/>
    <w:rsid w:val="00427102"/>
    <w:rsid w:val="004560E1"/>
    <w:rsid w:val="004841A0"/>
    <w:rsid w:val="004C13B7"/>
    <w:rsid w:val="005252E4"/>
    <w:rsid w:val="0053138D"/>
    <w:rsid w:val="005471F6"/>
    <w:rsid w:val="005A5EF2"/>
    <w:rsid w:val="005D540A"/>
    <w:rsid w:val="005E325F"/>
    <w:rsid w:val="005F39AB"/>
    <w:rsid w:val="006171D6"/>
    <w:rsid w:val="006440E2"/>
    <w:rsid w:val="00673EEC"/>
    <w:rsid w:val="00683D17"/>
    <w:rsid w:val="006A38CC"/>
    <w:rsid w:val="006B2EB1"/>
    <w:rsid w:val="00704E12"/>
    <w:rsid w:val="007073FE"/>
    <w:rsid w:val="00753696"/>
    <w:rsid w:val="00761870"/>
    <w:rsid w:val="00792B9E"/>
    <w:rsid w:val="007D220E"/>
    <w:rsid w:val="007F6455"/>
    <w:rsid w:val="0087066D"/>
    <w:rsid w:val="00880854"/>
    <w:rsid w:val="008D23A3"/>
    <w:rsid w:val="009175A8"/>
    <w:rsid w:val="00964FD4"/>
    <w:rsid w:val="00983BAB"/>
    <w:rsid w:val="009A311F"/>
    <w:rsid w:val="009C256B"/>
    <w:rsid w:val="009E35C0"/>
    <w:rsid w:val="00A60573"/>
    <w:rsid w:val="00A91461"/>
    <w:rsid w:val="00AE0A73"/>
    <w:rsid w:val="00B01F32"/>
    <w:rsid w:val="00B424B0"/>
    <w:rsid w:val="00B57C8F"/>
    <w:rsid w:val="00B61A23"/>
    <w:rsid w:val="00B650A6"/>
    <w:rsid w:val="00B76849"/>
    <w:rsid w:val="00B842B7"/>
    <w:rsid w:val="00BB64AD"/>
    <w:rsid w:val="00BB72D3"/>
    <w:rsid w:val="00BE0CF7"/>
    <w:rsid w:val="00BE5D49"/>
    <w:rsid w:val="00C0115C"/>
    <w:rsid w:val="00C137BF"/>
    <w:rsid w:val="00C35D6E"/>
    <w:rsid w:val="00C5212C"/>
    <w:rsid w:val="00CC3644"/>
    <w:rsid w:val="00CC5FFE"/>
    <w:rsid w:val="00D04CE9"/>
    <w:rsid w:val="00D36E8D"/>
    <w:rsid w:val="00D751E2"/>
    <w:rsid w:val="00D80B1F"/>
    <w:rsid w:val="00E23A8B"/>
    <w:rsid w:val="00E532A8"/>
    <w:rsid w:val="00E536B5"/>
    <w:rsid w:val="00E918A9"/>
    <w:rsid w:val="00EA7FE2"/>
    <w:rsid w:val="00ED7ABD"/>
    <w:rsid w:val="00F212D0"/>
    <w:rsid w:val="00F2434A"/>
    <w:rsid w:val="00F2657D"/>
    <w:rsid w:val="00FC1C01"/>
    <w:rsid w:val="00FC5278"/>
    <w:rsid w:val="00FD216D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EF8F7C-7AE9-4C92-8519-0678F269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/>
      <w:w w:val="9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link w:val="a9"/>
    <w:rsid w:val="00D04CE9"/>
    <w:pPr>
      <w:jc w:val="center"/>
    </w:pPr>
    <w:rPr>
      <w:rFonts w:ascii="ＭＳ 明朝" w:hAnsi="ＭＳ 明朝"/>
      <w:sz w:val="21"/>
      <w:szCs w:val="21"/>
    </w:rPr>
  </w:style>
  <w:style w:type="character" w:customStyle="1" w:styleId="a9">
    <w:name w:val="記 (文字)"/>
    <w:link w:val="a8"/>
    <w:rsid w:val="00D04CE9"/>
    <w:rPr>
      <w:rFonts w:ascii="ＭＳ 明朝" w:hAnsi="ＭＳ 明朝"/>
      <w:kern w:val="2"/>
      <w:sz w:val="21"/>
      <w:szCs w:val="21"/>
    </w:rPr>
  </w:style>
  <w:style w:type="paragraph" w:styleId="aa">
    <w:name w:val="Closing"/>
    <w:basedOn w:val="a"/>
    <w:link w:val="ab"/>
    <w:rsid w:val="00D04CE9"/>
    <w:pPr>
      <w:jc w:val="right"/>
    </w:pPr>
    <w:rPr>
      <w:rFonts w:ascii="ＭＳ 明朝" w:hAnsi="ＭＳ 明朝"/>
      <w:sz w:val="21"/>
      <w:szCs w:val="21"/>
    </w:rPr>
  </w:style>
  <w:style w:type="character" w:customStyle="1" w:styleId="ab">
    <w:name w:val="結語 (文字)"/>
    <w:link w:val="aa"/>
    <w:rsid w:val="00D04CE9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.YOSHIDA\My%20Documents\&#25991;&#26360;Template\A-4%20&#12383;&#12390;%20Template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A-4 たて Template.dot</Template>
  <TotalTime>5</TotalTime>
  <Pages>1</Pages>
  <Words>432</Words>
  <Characters>165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様式１０号（第１７条関係）－財産処分承認申請書－</vt:lpstr>
      <vt:lpstr>様式１０号（第１７条関係）－財産処分承認申請書－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2021-01-13T12:57:00Z</cp:lastPrinted>
  <dcterms:created xsi:type="dcterms:W3CDTF">2022-11-25T02:21:00Z</dcterms:created>
  <dcterms:modified xsi:type="dcterms:W3CDTF">2024-02-27T06:09:00Z</dcterms:modified>
</cp:coreProperties>
</file>